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32" w:rsidRPr="00F118A3" w:rsidRDefault="0096691D">
      <w:pPr>
        <w:rPr>
          <w:sz w:val="16"/>
          <w:szCs w:val="16"/>
        </w:rPr>
      </w:pPr>
      <w:r>
        <w:rPr>
          <w:noProof/>
          <w:lang w:eastAsia="nl-NL"/>
        </w:rPr>
        <w:drawing>
          <wp:inline distT="0" distB="0" distL="0" distR="0">
            <wp:extent cx="5486400" cy="3201162"/>
            <wp:effectExtent l="0" t="0" r="0" b="0"/>
            <wp:docPr id="5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F118A3">
        <w:br/>
      </w:r>
    </w:p>
    <w:p w:rsidR="00F118A3" w:rsidRPr="00F118A3" w:rsidRDefault="0096691D">
      <w:r>
        <w:rPr>
          <w:noProof/>
          <w:lang w:eastAsia="nl-NL"/>
        </w:rPr>
        <w:drawing>
          <wp:inline distT="0" distB="0" distL="0" distR="0">
            <wp:extent cx="5486400" cy="3201162"/>
            <wp:effectExtent l="0" t="0" r="0" b="0"/>
            <wp:docPr id="4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F118A3" w:rsidRPr="00F118A3" w:rsidSect="00926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118A3"/>
    <w:rsid w:val="000B375E"/>
    <w:rsid w:val="009261C6"/>
    <w:rsid w:val="0096691D"/>
    <w:rsid w:val="00B57877"/>
    <w:rsid w:val="00F11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61C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1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18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4C9183-48C9-4BBF-B79A-7B09E6FAE6D8}" type="doc">
      <dgm:prSet loTypeId="urn:microsoft.com/office/officeart/2005/8/layout/vList3" loCatId="list" qsTypeId="urn:microsoft.com/office/officeart/2005/8/quickstyle/simple1" qsCatId="simple" csTypeId="urn:microsoft.com/office/officeart/2005/8/colors/accent1_2" csCatId="accent1" phldr="1"/>
      <dgm:spPr/>
    </dgm:pt>
    <dgm:pt modelId="{76158E77-0A1E-49C5-95A0-B6D9B423854D}">
      <dgm:prSet phldrT="[Tekst]"/>
      <dgm:spPr/>
      <dgm:t>
        <a:bodyPr/>
        <a:lstStyle/>
        <a:p>
          <a:r>
            <a:rPr lang="nl-NL"/>
            <a:t>Jan - 31</a:t>
          </a:r>
        </a:p>
      </dgm:t>
    </dgm:pt>
    <dgm:pt modelId="{0B4C4DE1-D2D9-476A-81FB-8282F1BB54D8}" type="parTrans" cxnId="{935C84DC-B137-4CA3-A7A9-17F07CB934DC}">
      <dgm:prSet/>
      <dgm:spPr/>
      <dgm:t>
        <a:bodyPr/>
        <a:lstStyle/>
        <a:p>
          <a:endParaRPr lang="nl-NL"/>
        </a:p>
      </dgm:t>
    </dgm:pt>
    <dgm:pt modelId="{C945EFB6-9338-4740-8051-53CD28767287}" type="sibTrans" cxnId="{935C84DC-B137-4CA3-A7A9-17F07CB934DC}">
      <dgm:prSet/>
      <dgm:spPr/>
      <dgm:t>
        <a:bodyPr/>
        <a:lstStyle/>
        <a:p>
          <a:endParaRPr lang="nl-NL"/>
        </a:p>
      </dgm:t>
    </dgm:pt>
    <dgm:pt modelId="{AE63A6D2-AA68-4084-B30A-A7CA1CE22DF3}">
      <dgm:prSet phldrT="[Tekst]"/>
      <dgm:spPr/>
      <dgm:t>
        <a:bodyPr/>
        <a:lstStyle/>
        <a:p>
          <a:r>
            <a:rPr lang="nl-NL"/>
            <a:t>Piet - 43</a:t>
          </a:r>
        </a:p>
      </dgm:t>
    </dgm:pt>
    <dgm:pt modelId="{667306B3-F8BB-4263-9EF2-8CFE5849ACD5}" type="parTrans" cxnId="{1F4AA344-4CA4-4B0F-B5DB-6A89C8AF1563}">
      <dgm:prSet/>
      <dgm:spPr/>
      <dgm:t>
        <a:bodyPr/>
        <a:lstStyle/>
        <a:p>
          <a:endParaRPr lang="nl-NL"/>
        </a:p>
      </dgm:t>
    </dgm:pt>
    <dgm:pt modelId="{4E164510-694E-4D12-A6D6-6A815B8D36B8}" type="sibTrans" cxnId="{1F4AA344-4CA4-4B0F-B5DB-6A89C8AF1563}">
      <dgm:prSet/>
      <dgm:spPr/>
      <dgm:t>
        <a:bodyPr/>
        <a:lstStyle/>
        <a:p>
          <a:endParaRPr lang="nl-NL"/>
        </a:p>
      </dgm:t>
    </dgm:pt>
    <dgm:pt modelId="{63099820-C915-4581-9D06-EB4DFFDC06D0}">
      <dgm:prSet phldrT="[Tekst]"/>
      <dgm:spPr/>
      <dgm:t>
        <a:bodyPr/>
        <a:lstStyle/>
        <a:p>
          <a:r>
            <a:rPr lang="nl-NL"/>
            <a:t>Klaas - 97</a:t>
          </a:r>
        </a:p>
      </dgm:t>
    </dgm:pt>
    <dgm:pt modelId="{59F0A79D-AB43-4F9A-944E-1C371E75C682}" type="parTrans" cxnId="{F6DD9267-BB86-46DB-9CDB-A3BCEC97297B}">
      <dgm:prSet/>
      <dgm:spPr/>
      <dgm:t>
        <a:bodyPr/>
        <a:lstStyle/>
        <a:p>
          <a:endParaRPr lang="nl-NL"/>
        </a:p>
      </dgm:t>
    </dgm:pt>
    <dgm:pt modelId="{4A04BC18-B71E-4F2D-B07C-F88966C515D4}" type="sibTrans" cxnId="{F6DD9267-BB86-46DB-9CDB-A3BCEC97297B}">
      <dgm:prSet/>
      <dgm:spPr/>
      <dgm:t>
        <a:bodyPr/>
        <a:lstStyle/>
        <a:p>
          <a:endParaRPr lang="nl-NL"/>
        </a:p>
      </dgm:t>
    </dgm:pt>
    <dgm:pt modelId="{F31A3F3D-2541-4ABF-B587-875ACBB41ACE}" type="pres">
      <dgm:prSet presAssocID="{744C9183-48C9-4BBF-B79A-7B09E6FAE6D8}" presName="linearFlow" presStyleCnt="0">
        <dgm:presLayoutVars>
          <dgm:dir/>
          <dgm:resizeHandles val="exact"/>
        </dgm:presLayoutVars>
      </dgm:prSet>
      <dgm:spPr/>
    </dgm:pt>
    <dgm:pt modelId="{C919BE5A-4792-41E7-A725-7435ED0D7A33}" type="pres">
      <dgm:prSet presAssocID="{76158E77-0A1E-49C5-95A0-B6D9B423854D}" presName="composite" presStyleCnt="0"/>
      <dgm:spPr/>
    </dgm:pt>
    <dgm:pt modelId="{976B2CF3-71B6-4DD8-B6A0-DDECBE911CE3}" type="pres">
      <dgm:prSet presAssocID="{76158E77-0A1E-49C5-95A0-B6D9B423854D}" presName="imgShp" presStyleLbl="fgImgPlace1" presStyleIdx="0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C783BACD-B84D-4D67-925C-DAE64AE54F36}" type="pres">
      <dgm:prSet presAssocID="{76158E77-0A1E-49C5-95A0-B6D9B423854D}" presName="txShp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DA57FA6B-4FA6-4C79-9727-D220DF15E3A6}" type="pres">
      <dgm:prSet presAssocID="{C945EFB6-9338-4740-8051-53CD28767287}" presName="spacing" presStyleCnt="0"/>
      <dgm:spPr/>
    </dgm:pt>
    <dgm:pt modelId="{63524218-E956-47DF-BB52-8F99B96FBF5B}" type="pres">
      <dgm:prSet presAssocID="{AE63A6D2-AA68-4084-B30A-A7CA1CE22DF3}" presName="composite" presStyleCnt="0"/>
      <dgm:spPr/>
    </dgm:pt>
    <dgm:pt modelId="{A8D8BA7C-2681-47D9-BB81-F603778BBDC0}" type="pres">
      <dgm:prSet presAssocID="{AE63A6D2-AA68-4084-B30A-A7CA1CE22DF3}" presName="imgShp" presStyleLbl="fgImgPlace1" presStyleIdx="1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BECB0859-DFD9-47B5-A1FD-F49971D4EC91}" type="pres">
      <dgm:prSet presAssocID="{AE63A6D2-AA68-4084-B30A-A7CA1CE22DF3}" presName="txShp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DEC1B6BA-E2F8-438C-B77A-3F74FDD078E6}" type="pres">
      <dgm:prSet presAssocID="{4E164510-694E-4D12-A6D6-6A815B8D36B8}" presName="spacing" presStyleCnt="0"/>
      <dgm:spPr/>
    </dgm:pt>
    <dgm:pt modelId="{606FA86E-7269-4FBB-958F-FB0FD44D06CA}" type="pres">
      <dgm:prSet presAssocID="{63099820-C915-4581-9D06-EB4DFFDC06D0}" presName="composite" presStyleCnt="0"/>
      <dgm:spPr/>
    </dgm:pt>
    <dgm:pt modelId="{34D09350-4557-4930-BEC1-BD43963E3324}" type="pres">
      <dgm:prSet presAssocID="{63099820-C915-4581-9D06-EB4DFFDC06D0}" presName="imgShp" presStyleLbl="fgImgPlace1" presStyleIdx="2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FCF1EDAE-9099-4E3D-AEFF-45E6779B6C8F}" type="pres">
      <dgm:prSet presAssocID="{63099820-C915-4581-9D06-EB4DFFDC06D0}" presName="txShp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935C84DC-B137-4CA3-A7A9-17F07CB934DC}" srcId="{744C9183-48C9-4BBF-B79A-7B09E6FAE6D8}" destId="{76158E77-0A1E-49C5-95A0-B6D9B423854D}" srcOrd="0" destOrd="0" parTransId="{0B4C4DE1-D2D9-476A-81FB-8282F1BB54D8}" sibTransId="{C945EFB6-9338-4740-8051-53CD28767287}"/>
    <dgm:cxn modelId="{D9542726-3517-4168-BD2F-F2A6D7EBD8AE}" type="presOf" srcId="{76158E77-0A1E-49C5-95A0-B6D9B423854D}" destId="{C783BACD-B84D-4D67-925C-DAE64AE54F36}" srcOrd="0" destOrd="0" presId="urn:microsoft.com/office/officeart/2005/8/layout/vList3"/>
    <dgm:cxn modelId="{C19ED324-1C3E-49C8-A4DD-EB0A3F284C3C}" type="presOf" srcId="{AE63A6D2-AA68-4084-B30A-A7CA1CE22DF3}" destId="{BECB0859-DFD9-47B5-A1FD-F49971D4EC91}" srcOrd="0" destOrd="0" presId="urn:microsoft.com/office/officeart/2005/8/layout/vList3"/>
    <dgm:cxn modelId="{1F4AA344-4CA4-4B0F-B5DB-6A89C8AF1563}" srcId="{744C9183-48C9-4BBF-B79A-7B09E6FAE6D8}" destId="{AE63A6D2-AA68-4084-B30A-A7CA1CE22DF3}" srcOrd="1" destOrd="0" parTransId="{667306B3-F8BB-4263-9EF2-8CFE5849ACD5}" sibTransId="{4E164510-694E-4D12-A6D6-6A815B8D36B8}"/>
    <dgm:cxn modelId="{45C05C3C-E39F-41C5-8C33-D1307C0B97C8}" type="presOf" srcId="{744C9183-48C9-4BBF-B79A-7B09E6FAE6D8}" destId="{F31A3F3D-2541-4ABF-B587-875ACBB41ACE}" srcOrd="0" destOrd="0" presId="urn:microsoft.com/office/officeart/2005/8/layout/vList3"/>
    <dgm:cxn modelId="{F6DD9267-BB86-46DB-9CDB-A3BCEC97297B}" srcId="{744C9183-48C9-4BBF-B79A-7B09E6FAE6D8}" destId="{63099820-C915-4581-9D06-EB4DFFDC06D0}" srcOrd="2" destOrd="0" parTransId="{59F0A79D-AB43-4F9A-944E-1C371E75C682}" sibTransId="{4A04BC18-B71E-4F2D-B07C-F88966C515D4}"/>
    <dgm:cxn modelId="{28D57113-4929-4828-BFA4-C8059BBB6BB4}" type="presOf" srcId="{63099820-C915-4581-9D06-EB4DFFDC06D0}" destId="{FCF1EDAE-9099-4E3D-AEFF-45E6779B6C8F}" srcOrd="0" destOrd="0" presId="urn:microsoft.com/office/officeart/2005/8/layout/vList3"/>
    <dgm:cxn modelId="{28BFA895-41B1-4A18-9A35-8F118B783BEA}" type="presParOf" srcId="{F31A3F3D-2541-4ABF-B587-875ACBB41ACE}" destId="{C919BE5A-4792-41E7-A725-7435ED0D7A33}" srcOrd="0" destOrd="0" presId="urn:microsoft.com/office/officeart/2005/8/layout/vList3"/>
    <dgm:cxn modelId="{98A93D3E-C55E-4D3C-8DDF-67CD1810E904}" type="presParOf" srcId="{C919BE5A-4792-41E7-A725-7435ED0D7A33}" destId="{976B2CF3-71B6-4DD8-B6A0-DDECBE911CE3}" srcOrd="0" destOrd="0" presId="urn:microsoft.com/office/officeart/2005/8/layout/vList3"/>
    <dgm:cxn modelId="{E235674C-4879-4E05-BB7C-ADD1096CF960}" type="presParOf" srcId="{C919BE5A-4792-41E7-A725-7435ED0D7A33}" destId="{C783BACD-B84D-4D67-925C-DAE64AE54F36}" srcOrd="1" destOrd="0" presId="urn:microsoft.com/office/officeart/2005/8/layout/vList3"/>
    <dgm:cxn modelId="{846491B5-2D26-48AB-ADDA-326E52D4005C}" type="presParOf" srcId="{F31A3F3D-2541-4ABF-B587-875ACBB41ACE}" destId="{DA57FA6B-4FA6-4C79-9727-D220DF15E3A6}" srcOrd="1" destOrd="0" presId="urn:microsoft.com/office/officeart/2005/8/layout/vList3"/>
    <dgm:cxn modelId="{E1A159A4-103B-454E-B5FA-ECBA27ABD5F2}" type="presParOf" srcId="{F31A3F3D-2541-4ABF-B587-875ACBB41ACE}" destId="{63524218-E956-47DF-BB52-8F99B96FBF5B}" srcOrd="2" destOrd="0" presId="urn:microsoft.com/office/officeart/2005/8/layout/vList3"/>
    <dgm:cxn modelId="{860DE657-971A-4877-8AC2-A1CCC2D09233}" type="presParOf" srcId="{63524218-E956-47DF-BB52-8F99B96FBF5B}" destId="{A8D8BA7C-2681-47D9-BB81-F603778BBDC0}" srcOrd="0" destOrd="0" presId="urn:microsoft.com/office/officeart/2005/8/layout/vList3"/>
    <dgm:cxn modelId="{0A849A33-FAA9-457A-92DD-99FA42BDD9FD}" type="presParOf" srcId="{63524218-E956-47DF-BB52-8F99B96FBF5B}" destId="{BECB0859-DFD9-47B5-A1FD-F49971D4EC91}" srcOrd="1" destOrd="0" presId="urn:microsoft.com/office/officeart/2005/8/layout/vList3"/>
    <dgm:cxn modelId="{550E1557-03A4-4403-BBF5-A70E4EA5761C}" type="presParOf" srcId="{F31A3F3D-2541-4ABF-B587-875ACBB41ACE}" destId="{DEC1B6BA-E2F8-438C-B77A-3F74FDD078E6}" srcOrd="3" destOrd="0" presId="urn:microsoft.com/office/officeart/2005/8/layout/vList3"/>
    <dgm:cxn modelId="{51DF6B0A-8920-40F6-956E-1E01BB8E5A78}" type="presParOf" srcId="{F31A3F3D-2541-4ABF-B587-875ACBB41ACE}" destId="{606FA86E-7269-4FBB-958F-FB0FD44D06CA}" srcOrd="4" destOrd="0" presId="urn:microsoft.com/office/officeart/2005/8/layout/vList3"/>
    <dgm:cxn modelId="{1B8B8A0B-1604-4EE5-A182-708F20A97E3E}" type="presParOf" srcId="{606FA86E-7269-4FBB-958F-FB0FD44D06CA}" destId="{34D09350-4557-4930-BEC1-BD43963E3324}" srcOrd="0" destOrd="0" presId="urn:microsoft.com/office/officeart/2005/8/layout/vList3"/>
    <dgm:cxn modelId="{ABC40D9D-7F2C-46AE-97C0-18E3C87E6C69}" type="presParOf" srcId="{606FA86E-7269-4FBB-958F-FB0FD44D06CA}" destId="{FCF1EDAE-9099-4E3D-AEFF-45E6779B6C8F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44C9183-48C9-4BBF-B79A-7B09E6FAE6D8}" type="doc">
      <dgm:prSet loTypeId="urn:microsoft.com/office/officeart/2005/8/layout/vList3" loCatId="list" qsTypeId="urn:microsoft.com/office/officeart/2005/8/quickstyle/simple1" qsCatId="simple" csTypeId="urn:microsoft.com/office/officeart/2005/8/colors/accent1_2" csCatId="accent1" phldr="1"/>
      <dgm:spPr/>
    </dgm:pt>
    <dgm:pt modelId="{76158E77-0A1E-49C5-95A0-B6D9B423854D}">
      <dgm:prSet phldrT="[Tekst]"/>
      <dgm:spPr/>
      <dgm:t>
        <a:bodyPr/>
        <a:lstStyle/>
        <a:p>
          <a:r>
            <a:rPr lang="nl-NL"/>
            <a:t>Jan - 31</a:t>
          </a:r>
        </a:p>
      </dgm:t>
    </dgm:pt>
    <dgm:pt modelId="{0B4C4DE1-D2D9-476A-81FB-8282F1BB54D8}" type="parTrans" cxnId="{935C84DC-B137-4CA3-A7A9-17F07CB934DC}">
      <dgm:prSet/>
      <dgm:spPr/>
      <dgm:t>
        <a:bodyPr/>
        <a:lstStyle/>
        <a:p>
          <a:endParaRPr lang="nl-NL"/>
        </a:p>
      </dgm:t>
    </dgm:pt>
    <dgm:pt modelId="{C945EFB6-9338-4740-8051-53CD28767287}" type="sibTrans" cxnId="{935C84DC-B137-4CA3-A7A9-17F07CB934DC}">
      <dgm:prSet/>
      <dgm:spPr/>
      <dgm:t>
        <a:bodyPr/>
        <a:lstStyle/>
        <a:p>
          <a:endParaRPr lang="nl-NL"/>
        </a:p>
      </dgm:t>
    </dgm:pt>
    <dgm:pt modelId="{AE63A6D2-AA68-4084-B30A-A7CA1CE22DF3}">
      <dgm:prSet phldrT="[Tekst]"/>
      <dgm:spPr/>
      <dgm:t>
        <a:bodyPr/>
        <a:lstStyle/>
        <a:p>
          <a:r>
            <a:rPr lang="nl-NL"/>
            <a:t>Piet - 43</a:t>
          </a:r>
        </a:p>
      </dgm:t>
    </dgm:pt>
    <dgm:pt modelId="{667306B3-F8BB-4263-9EF2-8CFE5849ACD5}" type="parTrans" cxnId="{1F4AA344-4CA4-4B0F-B5DB-6A89C8AF1563}">
      <dgm:prSet/>
      <dgm:spPr/>
      <dgm:t>
        <a:bodyPr/>
        <a:lstStyle/>
        <a:p>
          <a:endParaRPr lang="nl-NL"/>
        </a:p>
      </dgm:t>
    </dgm:pt>
    <dgm:pt modelId="{4E164510-694E-4D12-A6D6-6A815B8D36B8}" type="sibTrans" cxnId="{1F4AA344-4CA4-4B0F-B5DB-6A89C8AF1563}">
      <dgm:prSet/>
      <dgm:spPr/>
      <dgm:t>
        <a:bodyPr/>
        <a:lstStyle/>
        <a:p>
          <a:endParaRPr lang="nl-NL"/>
        </a:p>
      </dgm:t>
    </dgm:pt>
    <dgm:pt modelId="{63099820-C915-4581-9D06-EB4DFFDC06D0}">
      <dgm:prSet phldrT="[Tekst]"/>
      <dgm:spPr/>
      <dgm:t>
        <a:bodyPr/>
        <a:lstStyle/>
        <a:p>
          <a:r>
            <a:rPr lang="nl-NL"/>
            <a:t>Klaas - 97</a:t>
          </a:r>
        </a:p>
      </dgm:t>
    </dgm:pt>
    <dgm:pt modelId="{59F0A79D-AB43-4F9A-944E-1C371E75C682}" type="parTrans" cxnId="{F6DD9267-BB86-46DB-9CDB-A3BCEC97297B}">
      <dgm:prSet/>
      <dgm:spPr/>
      <dgm:t>
        <a:bodyPr/>
        <a:lstStyle/>
        <a:p>
          <a:endParaRPr lang="nl-NL"/>
        </a:p>
      </dgm:t>
    </dgm:pt>
    <dgm:pt modelId="{4A04BC18-B71E-4F2D-B07C-F88966C515D4}" type="sibTrans" cxnId="{F6DD9267-BB86-46DB-9CDB-A3BCEC97297B}">
      <dgm:prSet/>
      <dgm:spPr/>
      <dgm:t>
        <a:bodyPr/>
        <a:lstStyle/>
        <a:p>
          <a:endParaRPr lang="nl-NL"/>
        </a:p>
      </dgm:t>
    </dgm:pt>
    <dgm:pt modelId="{F31A3F3D-2541-4ABF-B587-875ACBB41ACE}" type="pres">
      <dgm:prSet presAssocID="{744C9183-48C9-4BBF-B79A-7B09E6FAE6D8}" presName="linearFlow" presStyleCnt="0">
        <dgm:presLayoutVars>
          <dgm:dir/>
          <dgm:resizeHandles val="exact"/>
        </dgm:presLayoutVars>
      </dgm:prSet>
      <dgm:spPr/>
    </dgm:pt>
    <dgm:pt modelId="{C919BE5A-4792-41E7-A725-7435ED0D7A33}" type="pres">
      <dgm:prSet presAssocID="{76158E77-0A1E-49C5-95A0-B6D9B423854D}" presName="composite" presStyleCnt="0"/>
      <dgm:spPr/>
    </dgm:pt>
    <dgm:pt modelId="{976B2CF3-71B6-4DD8-B6A0-DDECBE911CE3}" type="pres">
      <dgm:prSet presAssocID="{76158E77-0A1E-49C5-95A0-B6D9B423854D}" presName="imgShp" presStyleLbl="fgImgPlace1" presStyleIdx="0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C783BACD-B84D-4D67-925C-DAE64AE54F36}" type="pres">
      <dgm:prSet presAssocID="{76158E77-0A1E-49C5-95A0-B6D9B423854D}" presName="txShp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DA57FA6B-4FA6-4C79-9727-D220DF15E3A6}" type="pres">
      <dgm:prSet presAssocID="{C945EFB6-9338-4740-8051-53CD28767287}" presName="spacing" presStyleCnt="0"/>
      <dgm:spPr/>
    </dgm:pt>
    <dgm:pt modelId="{63524218-E956-47DF-BB52-8F99B96FBF5B}" type="pres">
      <dgm:prSet presAssocID="{AE63A6D2-AA68-4084-B30A-A7CA1CE22DF3}" presName="composite" presStyleCnt="0"/>
      <dgm:spPr/>
    </dgm:pt>
    <dgm:pt modelId="{A8D8BA7C-2681-47D9-BB81-F603778BBDC0}" type="pres">
      <dgm:prSet presAssocID="{AE63A6D2-AA68-4084-B30A-A7CA1CE22DF3}" presName="imgShp" presStyleLbl="fgImgPlace1" presStyleIdx="1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BECB0859-DFD9-47B5-A1FD-F49971D4EC91}" type="pres">
      <dgm:prSet presAssocID="{AE63A6D2-AA68-4084-B30A-A7CA1CE22DF3}" presName="txShp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DEC1B6BA-E2F8-438C-B77A-3F74FDD078E6}" type="pres">
      <dgm:prSet presAssocID="{4E164510-694E-4D12-A6D6-6A815B8D36B8}" presName="spacing" presStyleCnt="0"/>
      <dgm:spPr/>
    </dgm:pt>
    <dgm:pt modelId="{606FA86E-7269-4FBB-958F-FB0FD44D06CA}" type="pres">
      <dgm:prSet presAssocID="{63099820-C915-4581-9D06-EB4DFFDC06D0}" presName="composite" presStyleCnt="0"/>
      <dgm:spPr/>
    </dgm:pt>
    <dgm:pt modelId="{34D09350-4557-4930-BEC1-BD43963E3324}" type="pres">
      <dgm:prSet presAssocID="{63099820-C915-4581-9D06-EB4DFFDC06D0}" presName="imgShp" presStyleLbl="fgImgPlace1" presStyleIdx="2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FCF1EDAE-9099-4E3D-AEFF-45E6779B6C8F}" type="pres">
      <dgm:prSet presAssocID="{63099820-C915-4581-9D06-EB4DFFDC06D0}" presName="txShp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551520CD-502F-4B23-BABE-94F964467F63}" type="presOf" srcId="{76158E77-0A1E-49C5-95A0-B6D9B423854D}" destId="{C783BACD-B84D-4D67-925C-DAE64AE54F36}" srcOrd="0" destOrd="0" presId="urn:microsoft.com/office/officeart/2005/8/layout/vList3"/>
    <dgm:cxn modelId="{7C8E30E2-37B5-47D0-9F5D-2187517785C3}" type="presOf" srcId="{63099820-C915-4581-9D06-EB4DFFDC06D0}" destId="{FCF1EDAE-9099-4E3D-AEFF-45E6779B6C8F}" srcOrd="0" destOrd="0" presId="urn:microsoft.com/office/officeart/2005/8/layout/vList3"/>
    <dgm:cxn modelId="{935C84DC-B137-4CA3-A7A9-17F07CB934DC}" srcId="{744C9183-48C9-4BBF-B79A-7B09E6FAE6D8}" destId="{76158E77-0A1E-49C5-95A0-B6D9B423854D}" srcOrd="0" destOrd="0" parTransId="{0B4C4DE1-D2D9-476A-81FB-8282F1BB54D8}" sibTransId="{C945EFB6-9338-4740-8051-53CD28767287}"/>
    <dgm:cxn modelId="{288CE920-0C14-43A7-A82A-73746CC7E581}" type="presOf" srcId="{AE63A6D2-AA68-4084-B30A-A7CA1CE22DF3}" destId="{BECB0859-DFD9-47B5-A1FD-F49971D4EC91}" srcOrd="0" destOrd="0" presId="urn:microsoft.com/office/officeart/2005/8/layout/vList3"/>
    <dgm:cxn modelId="{EF5D7C7C-6140-43B4-B704-93D3157D4DD4}" type="presOf" srcId="{744C9183-48C9-4BBF-B79A-7B09E6FAE6D8}" destId="{F31A3F3D-2541-4ABF-B587-875ACBB41ACE}" srcOrd="0" destOrd="0" presId="urn:microsoft.com/office/officeart/2005/8/layout/vList3"/>
    <dgm:cxn modelId="{1F4AA344-4CA4-4B0F-B5DB-6A89C8AF1563}" srcId="{744C9183-48C9-4BBF-B79A-7B09E6FAE6D8}" destId="{AE63A6D2-AA68-4084-B30A-A7CA1CE22DF3}" srcOrd="1" destOrd="0" parTransId="{667306B3-F8BB-4263-9EF2-8CFE5849ACD5}" sibTransId="{4E164510-694E-4D12-A6D6-6A815B8D36B8}"/>
    <dgm:cxn modelId="{F6DD9267-BB86-46DB-9CDB-A3BCEC97297B}" srcId="{744C9183-48C9-4BBF-B79A-7B09E6FAE6D8}" destId="{63099820-C915-4581-9D06-EB4DFFDC06D0}" srcOrd="2" destOrd="0" parTransId="{59F0A79D-AB43-4F9A-944E-1C371E75C682}" sibTransId="{4A04BC18-B71E-4F2D-B07C-F88966C515D4}"/>
    <dgm:cxn modelId="{668FEF43-CFFB-4F47-BDA8-68538E324D36}" type="presParOf" srcId="{F31A3F3D-2541-4ABF-B587-875ACBB41ACE}" destId="{C919BE5A-4792-41E7-A725-7435ED0D7A33}" srcOrd="0" destOrd="0" presId="urn:microsoft.com/office/officeart/2005/8/layout/vList3"/>
    <dgm:cxn modelId="{367D2BAC-5D77-45C5-9FCB-4CD91AAE8565}" type="presParOf" srcId="{C919BE5A-4792-41E7-A725-7435ED0D7A33}" destId="{976B2CF3-71B6-4DD8-B6A0-DDECBE911CE3}" srcOrd="0" destOrd="0" presId="urn:microsoft.com/office/officeart/2005/8/layout/vList3"/>
    <dgm:cxn modelId="{CC17C97F-B534-4550-A51C-880DC3B4EF83}" type="presParOf" srcId="{C919BE5A-4792-41E7-A725-7435ED0D7A33}" destId="{C783BACD-B84D-4D67-925C-DAE64AE54F36}" srcOrd="1" destOrd="0" presId="urn:microsoft.com/office/officeart/2005/8/layout/vList3"/>
    <dgm:cxn modelId="{E6F3C2C6-D4A7-4E3D-AEC8-5B02AC228B2B}" type="presParOf" srcId="{F31A3F3D-2541-4ABF-B587-875ACBB41ACE}" destId="{DA57FA6B-4FA6-4C79-9727-D220DF15E3A6}" srcOrd="1" destOrd="0" presId="urn:microsoft.com/office/officeart/2005/8/layout/vList3"/>
    <dgm:cxn modelId="{2A407757-E694-42C0-9901-644FC36ED4EF}" type="presParOf" srcId="{F31A3F3D-2541-4ABF-B587-875ACBB41ACE}" destId="{63524218-E956-47DF-BB52-8F99B96FBF5B}" srcOrd="2" destOrd="0" presId="urn:microsoft.com/office/officeart/2005/8/layout/vList3"/>
    <dgm:cxn modelId="{7D66AF62-CFD9-45F1-84D1-B5F629DBA0DF}" type="presParOf" srcId="{63524218-E956-47DF-BB52-8F99B96FBF5B}" destId="{A8D8BA7C-2681-47D9-BB81-F603778BBDC0}" srcOrd="0" destOrd="0" presId="urn:microsoft.com/office/officeart/2005/8/layout/vList3"/>
    <dgm:cxn modelId="{D7D0D43C-2291-45DA-9A83-E1953B6FDADC}" type="presParOf" srcId="{63524218-E956-47DF-BB52-8F99B96FBF5B}" destId="{BECB0859-DFD9-47B5-A1FD-F49971D4EC91}" srcOrd="1" destOrd="0" presId="urn:microsoft.com/office/officeart/2005/8/layout/vList3"/>
    <dgm:cxn modelId="{1835451E-E6C9-4F4A-A3A0-DA229D071795}" type="presParOf" srcId="{F31A3F3D-2541-4ABF-B587-875ACBB41ACE}" destId="{DEC1B6BA-E2F8-438C-B77A-3F74FDD078E6}" srcOrd="3" destOrd="0" presId="urn:microsoft.com/office/officeart/2005/8/layout/vList3"/>
    <dgm:cxn modelId="{647CA26D-DB9D-46E8-824B-2F5EE18FB9E3}" type="presParOf" srcId="{F31A3F3D-2541-4ABF-B587-875ACBB41ACE}" destId="{606FA86E-7269-4FBB-958F-FB0FD44D06CA}" srcOrd="4" destOrd="0" presId="urn:microsoft.com/office/officeart/2005/8/layout/vList3"/>
    <dgm:cxn modelId="{F645DB9E-2813-4D1F-98A4-538B9B74FA0B}" type="presParOf" srcId="{606FA86E-7269-4FBB-958F-FB0FD44D06CA}" destId="{34D09350-4557-4930-BEC1-BD43963E3324}" srcOrd="0" destOrd="0" presId="urn:microsoft.com/office/officeart/2005/8/layout/vList3"/>
    <dgm:cxn modelId="{78D923D7-CF48-49EE-9C48-8661CF5B76E0}" type="presParOf" srcId="{606FA86E-7269-4FBB-958F-FB0FD44D06CA}" destId="{FCF1EDAE-9099-4E3D-AEFF-45E6779B6C8F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783BACD-B84D-4D67-925C-DAE64AE54F36}">
      <dsp:nvSpPr>
        <dsp:cNvPr id="0" name=""/>
        <dsp:cNvSpPr/>
      </dsp:nvSpPr>
      <dsp:spPr>
        <a:xfrm rot="10800000">
          <a:off x="1141311" y="1066"/>
          <a:ext cx="3648456" cy="889356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82" tIns="156210" rIns="291592" bIns="156210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100" kern="1200"/>
            <a:t>Jan - 31</a:t>
          </a:r>
        </a:p>
      </dsp:txBody>
      <dsp:txXfrm rot="10800000">
        <a:off x="1141311" y="1066"/>
        <a:ext cx="3648456" cy="889356"/>
      </dsp:txXfrm>
    </dsp:sp>
    <dsp:sp modelId="{976B2CF3-71B6-4DD8-B6A0-DDECBE911CE3}">
      <dsp:nvSpPr>
        <dsp:cNvPr id="0" name=""/>
        <dsp:cNvSpPr/>
      </dsp:nvSpPr>
      <dsp:spPr>
        <a:xfrm>
          <a:off x="696632" y="1066"/>
          <a:ext cx="889356" cy="8893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ECB0859-DFD9-47B5-A1FD-F49971D4EC91}">
      <dsp:nvSpPr>
        <dsp:cNvPr id="0" name=""/>
        <dsp:cNvSpPr/>
      </dsp:nvSpPr>
      <dsp:spPr>
        <a:xfrm rot="10800000">
          <a:off x="1141311" y="1155902"/>
          <a:ext cx="3648456" cy="889356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82" tIns="156210" rIns="291592" bIns="156210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100" kern="1200"/>
            <a:t>Piet - 43</a:t>
          </a:r>
        </a:p>
      </dsp:txBody>
      <dsp:txXfrm rot="10800000">
        <a:off x="1141311" y="1155902"/>
        <a:ext cx="3648456" cy="889356"/>
      </dsp:txXfrm>
    </dsp:sp>
    <dsp:sp modelId="{A8D8BA7C-2681-47D9-BB81-F603778BBDC0}">
      <dsp:nvSpPr>
        <dsp:cNvPr id="0" name=""/>
        <dsp:cNvSpPr/>
      </dsp:nvSpPr>
      <dsp:spPr>
        <a:xfrm>
          <a:off x="696632" y="1155902"/>
          <a:ext cx="889356" cy="8893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CF1EDAE-9099-4E3D-AEFF-45E6779B6C8F}">
      <dsp:nvSpPr>
        <dsp:cNvPr id="0" name=""/>
        <dsp:cNvSpPr/>
      </dsp:nvSpPr>
      <dsp:spPr>
        <a:xfrm rot="10800000">
          <a:off x="1141311" y="2310738"/>
          <a:ext cx="3648456" cy="889356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82" tIns="156210" rIns="291592" bIns="156210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100" kern="1200"/>
            <a:t>Klaas - 97</a:t>
          </a:r>
        </a:p>
      </dsp:txBody>
      <dsp:txXfrm rot="10800000">
        <a:off x="1141311" y="2310738"/>
        <a:ext cx="3648456" cy="889356"/>
      </dsp:txXfrm>
    </dsp:sp>
    <dsp:sp modelId="{34D09350-4557-4930-BEC1-BD43963E3324}">
      <dsp:nvSpPr>
        <dsp:cNvPr id="0" name=""/>
        <dsp:cNvSpPr/>
      </dsp:nvSpPr>
      <dsp:spPr>
        <a:xfrm>
          <a:off x="696632" y="2310738"/>
          <a:ext cx="889356" cy="8893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783BACD-B84D-4D67-925C-DAE64AE54F36}">
      <dsp:nvSpPr>
        <dsp:cNvPr id="0" name=""/>
        <dsp:cNvSpPr/>
      </dsp:nvSpPr>
      <dsp:spPr>
        <a:xfrm rot="10800000">
          <a:off x="1141311" y="1066"/>
          <a:ext cx="3648456" cy="889356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82" tIns="156210" rIns="291592" bIns="156210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100" kern="1200"/>
            <a:t>Jan - 31</a:t>
          </a:r>
        </a:p>
      </dsp:txBody>
      <dsp:txXfrm rot="10800000">
        <a:off x="1141311" y="1066"/>
        <a:ext cx="3648456" cy="889356"/>
      </dsp:txXfrm>
    </dsp:sp>
    <dsp:sp modelId="{976B2CF3-71B6-4DD8-B6A0-DDECBE911CE3}">
      <dsp:nvSpPr>
        <dsp:cNvPr id="0" name=""/>
        <dsp:cNvSpPr/>
      </dsp:nvSpPr>
      <dsp:spPr>
        <a:xfrm>
          <a:off x="696632" y="1066"/>
          <a:ext cx="889356" cy="8893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ECB0859-DFD9-47B5-A1FD-F49971D4EC91}">
      <dsp:nvSpPr>
        <dsp:cNvPr id="0" name=""/>
        <dsp:cNvSpPr/>
      </dsp:nvSpPr>
      <dsp:spPr>
        <a:xfrm rot="10800000">
          <a:off x="1141311" y="1155902"/>
          <a:ext cx="3648456" cy="889356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82" tIns="156210" rIns="291592" bIns="156210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100" kern="1200"/>
            <a:t>Piet - 43</a:t>
          </a:r>
        </a:p>
      </dsp:txBody>
      <dsp:txXfrm rot="10800000">
        <a:off x="1141311" y="1155902"/>
        <a:ext cx="3648456" cy="889356"/>
      </dsp:txXfrm>
    </dsp:sp>
    <dsp:sp modelId="{A8D8BA7C-2681-47D9-BB81-F603778BBDC0}">
      <dsp:nvSpPr>
        <dsp:cNvPr id="0" name=""/>
        <dsp:cNvSpPr/>
      </dsp:nvSpPr>
      <dsp:spPr>
        <a:xfrm>
          <a:off x="696632" y="1155902"/>
          <a:ext cx="889356" cy="8893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CF1EDAE-9099-4E3D-AEFF-45E6779B6C8F}">
      <dsp:nvSpPr>
        <dsp:cNvPr id="0" name=""/>
        <dsp:cNvSpPr/>
      </dsp:nvSpPr>
      <dsp:spPr>
        <a:xfrm rot="10800000">
          <a:off x="1141311" y="2310738"/>
          <a:ext cx="3648456" cy="889356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82" tIns="156210" rIns="291592" bIns="156210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4100" kern="1200"/>
            <a:t>Klaas - 97</a:t>
          </a:r>
        </a:p>
      </dsp:txBody>
      <dsp:txXfrm rot="10800000">
        <a:off x="1141311" y="2310738"/>
        <a:ext cx="3648456" cy="889356"/>
      </dsp:txXfrm>
    </dsp:sp>
    <dsp:sp modelId="{34D09350-4557-4930-BEC1-BD43963E3324}">
      <dsp:nvSpPr>
        <dsp:cNvPr id="0" name=""/>
        <dsp:cNvSpPr/>
      </dsp:nvSpPr>
      <dsp:spPr>
        <a:xfrm>
          <a:off x="696632" y="2310738"/>
          <a:ext cx="889356" cy="8893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TeMakenKaartjes3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2010-06-06T16:24:00Z</dcterms:created>
  <dcterms:modified xsi:type="dcterms:W3CDTF">2010-06-06T16:24:00Z</dcterms:modified>
</cp:coreProperties>
</file>